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262" w:rsidRDefault="00600262"/>
    <w:sectPr w:rsidR="0060026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intFractionalCharacterWidth/>
  <w:embedSystemFonts/>
  <w:hideSpellingError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activeWritingStyle w:appName="MSWord" w:lang="en-US" w:vendorID="8" w:dllVersion="513" w:checkStyle="1"/>
  <w:activeWritingStyle w:appName="MSWord" w:lang="ja-JP" w:vendorID="5" w:dllVersion="512" w:checkStyle="1"/>
  <w:attachedTemplate r:id="rId1"/>
  <w:stylePaneFormatFilter w:val="3F01"/>
  <w:doNotTrackMoves/>
  <w:defaultTabStop w:val="28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skedForShutdown" w:val="w:useAnsiKerningPairs"/>
    <w:docVar w:name="InputCellCount" w:val="w:docVa"/>
    <w:docVar w:name="MATLABFig16Color" w:val="w:useAnsiKerningPairs"/>
    <w:docVar w:name="MATLABFigEmbed" w:val="w:useAnsiKerningPairs"/>
    <w:docVar w:name="MATLABFigHeight" w:val="w:useAnsiKerningPairs"/>
    <w:docVar w:name="MATLABFigUnits" w:val="-sewtup.docx wird von Word gespeichert: "/>
    <w:docVar w:name="MATLABFigWidth" w:val="w:docVa"/>
    <w:docVar w:name="MATLABFmt" w:val="w:doNotBreakConstrainedForcedTableg"/>
    <w:docVar w:name="MATLABFmtStyle" w:val="w:doNotBreakConstrainedForcedTableg"/>
    <w:docVar w:name="MATLABStopOnError" w:val="w:useAnsiKerningPairs"/>
    <w:docVar w:name="NotebookVersion" w:val="w:useAnsiKerningPairs"/>
    <w:docVar w:name="ShowCellMarkers" w:val="w:docVa"/>
    <w:docVar w:name="ShowRecalcMarkers" w:val="w:docVa"/>
  </w:docVars>
  <w:rsids>
    <w:rsidRoot w:val="00653C4D"/>
    <w:rsid w:val="000C66ED"/>
    <w:rsid w:val="00191F4F"/>
    <w:rsid w:val="00234042"/>
    <w:rsid w:val="002421A1"/>
    <w:rsid w:val="00280591"/>
    <w:rsid w:val="0037023B"/>
    <w:rsid w:val="003F7AC2"/>
    <w:rsid w:val="0043703E"/>
    <w:rsid w:val="0045174F"/>
    <w:rsid w:val="00457BC1"/>
    <w:rsid w:val="004E5464"/>
    <w:rsid w:val="004F3538"/>
    <w:rsid w:val="00600262"/>
    <w:rsid w:val="00625888"/>
    <w:rsid w:val="00653C4D"/>
    <w:rsid w:val="0071437A"/>
    <w:rsid w:val="0080538B"/>
    <w:rsid w:val="00824ADD"/>
    <w:rsid w:val="00A037BE"/>
    <w:rsid w:val="00A07B23"/>
    <w:rsid w:val="00A37752"/>
    <w:rsid w:val="00AA18A5"/>
    <w:rsid w:val="00AA6AAF"/>
    <w:rsid w:val="00AC3660"/>
    <w:rsid w:val="00B908AD"/>
    <w:rsid w:val="00BA154B"/>
    <w:rsid w:val="00CD5190"/>
    <w:rsid w:val="00DB2793"/>
    <w:rsid w:val="00DC3364"/>
    <w:rsid w:val="00DE3F37"/>
    <w:rsid w:val="00DE4180"/>
    <w:rsid w:val="00EF2F8D"/>
    <w:rsid w:val="00F17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US" w:eastAsia="en-US"/>
    </w:rPr>
  </w:style>
  <w:style w:type="paragraph" w:styleId="berschrift1">
    <w:name w:val="heading 1"/>
    <w:basedOn w:val="Standard"/>
    <w:qFormat/>
    <w:pPr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Arial" w:hAnsi="Arial"/>
      <w:b/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NoGraph">
    <w:name w:val="NoGraph"/>
    <w:basedOn w:val="Absatz-Standardschriftart"/>
    <w:rPr>
      <w:color w:val="808080"/>
    </w:rPr>
  </w:style>
  <w:style w:type="character" w:customStyle="1" w:styleId="Input">
    <w:name w:val="Input"/>
    <w:basedOn w:val="Absatz-Standardschriftart"/>
    <w:rPr>
      <w:rFonts w:ascii="Courier New" w:hAnsi="Courier New"/>
      <w:b/>
      <w:color w:val="008000"/>
      <w:sz w:val="20"/>
    </w:rPr>
  </w:style>
  <w:style w:type="character" w:customStyle="1" w:styleId="Output">
    <w:name w:val="Output"/>
    <w:basedOn w:val="Absatz-Standardschriftart"/>
    <w:rPr>
      <w:rFonts w:ascii="Courier New" w:hAnsi="Courier New"/>
      <w:color w:val="0000FF"/>
      <w:sz w:val="20"/>
    </w:rPr>
  </w:style>
  <w:style w:type="character" w:customStyle="1" w:styleId="Error">
    <w:name w:val="Error"/>
    <w:basedOn w:val="Absatz-Standardschriftart"/>
    <w:rPr>
      <w:rFonts w:ascii="Courier New" w:hAnsi="Courier New"/>
      <w:b/>
      <w:color w:val="FF0000"/>
      <w:sz w:val="20"/>
    </w:rPr>
  </w:style>
  <w:style w:type="character" w:customStyle="1" w:styleId="AutoInit">
    <w:name w:val="AutoInit"/>
    <w:basedOn w:val="Absatz-Standardschriftart"/>
    <w:rPr>
      <w:rFonts w:ascii="Courier New" w:hAnsi="Courier New"/>
      <w:b/>
      <w:color w:val="000080"/>
      <w:sz w:val="20"/>
    </w:rPr>
  </w:style>
  <w:style w:type="character" w:customStyle="1" w:styleId="Calc">
    <w:name w:val="Calc"/>
    <w:basedOn w:val="Absatz-Standardschriftart"/>
    <w:rPr>
      <w:rFonts w:ascii="Times New Roman" w:hAnsi="Times New Roman"/>
      <w:vanish/>
      <w:color w:val="80808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wschweiz\application%20data\microsoft\templates\m-book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m-book.dot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MATLAB Notebook v1.6</vt:lpstr>
    </vt:vector>
  </TitlesOfParts>
  <Company>The MathWorks,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MATLAB Notebook v1.6</dc:title>
  <dc:subject>Template for The MATLAB Notebook </dc:subject>
  <dc:creator>WS</dc:creator>
  <cp:keywords/>
  <dc:description/>
  <cp:lastModifiedBy>WS</cp:lastModifiedBy>
  <cp:revision>1</cp:revision>
  <cp:lastPrinted>1601-01-01T00:00:00Z</cp:lastPrinted>
  <dcterms:created xsi:type="dcterms:W3CDTF">2009-09-04T15:49:00Z</dcterms:created>
  <dcterms:modified xsi:type="dcterms:W3CDTF">2009-09-04T15:49:00Z</dcterms:modified>
</cp:coreProperties>
</file>